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E0E81FC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921A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C5B2991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05694B8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3FFD5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0CCA4F92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85B56EE" w14:textId="77777777" w:rsidR="00957B81" w:rsidRPr="00E2272D" w:rsidRDefault="00957B81" w:rsidP="00957B81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7322D203" w:rsidR="00B67D39" w:rsidRPr="006B56FD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3565BB09" w14:textId="37854FA7" w:rsidR="008D5704" w:rsidRDefault="000D24FD" w:rsidP="00AA6B07">
      <w:pPr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8E42F5">
        <w:rPr>
          <w:rFonts w:ascii="Verdana" w:hAnsi="Verdana" w:cstheme="minorHAnsi"/>
          <w:b/>
          <w:sz w:val="20"/>
        </w:rPr>
        <w:t>POST/DYS/OB/GZ/0</w:t>
      </w:r>
      <w:r w:rsidR="00115C1D">
        <w:rPr>
          <w:rFonts w:ascii="Verdana" w:hAnsi="Verdana" w:cstheme="minorHAnsi"/>
          <w:b/>
          <w:sz w:val="20"/>
        </w:rPr>
        <w:t>4454</w:t>
      </w:r>
      <w:r w:rsidR="00D921A7" w:rsidRPr="00DF32EC">
        <w:rPr>
          <w:rFonts w:ascii="Verdana" w:hAnsi="Verdana" w:cstheme="minorHAnsi"/>
          <w:b/>
          <w:sz w:val="20"/>
        </w:rPr>
        <w:t>/2025</w:t>
      </w:r>
      <w:r w:rsidR="00D921A7" w:rsidRPr="00DF32EC">
        <w:rPr>
          <w:rFonts w:ascii="Verdana" w:hAnsi="Verdana" w:cstheme="minorHAnsi"/>
          <w:sz w:val="20"/>
        </w:rPr>
        <w:t xml:space="preserve"> 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115C1D" w:rsidRPr="00115C1D">
        <w:rPr>
          <w:rFonts w:ascii="Verdana" w:hAnsi="Verdana" w:cs="Arial"/>
          <w:b/>
          <w:color w:val="000000"/>
          <w:spacing w:val="-15"/>
          <w:sz w:val="20"/>
          <w:szCs w:val="20"/>
        </w:rPr>
        <w:t>Opracowanie dokumentacji projektowej oraz budowa sieci na terenie działalności PGE Dystrybucja S.A. Oddział Białystok Rejonu Energetycznego Ełk – 2 części</w:t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="008D5704">
        <w:rPr>
          <w:rFonts w:cstheme="minorHAnsi"/>
          <w:bCs/>
          <w:lang w:eastAsia="pl-PL"/>
        </w:rPr>
        <w:t>:</w:t>
      </w:r>
      <w:r w:rsidRPr="000D24FD">
        <w:rPr>
          <w:rFonts w:cstheme="minorHAnsi"/>
          <w:lang w:eastAsia="pl-PL"/>
        </w:rPr>
        <w:t xml:space="preserve"> </w:t>
      </w:r>
    </w:p>
    <w:p w14:paraId="32361789" w14:textId="5644460E" w:rsidR="000D24FD" w:rsidRPr="002808C5" w:rsidRDefault="000D24FD" w:rsidP="002808C5">
      <w:pPr>
        <w:pStyle w:val="Akapitzlist"/>
        <w:numPr>
          <w:ilvl w:val="0"/>
          <w:numId w:val="31"/>
        </w:numPr>
        <w:jc w:val="both"/>
        <w:rPr>
          <w:rFonts w:ascii="Verdana" w:hAnsi="Verdana" w:cs="Arial"/>
          <w:b/>
          <w:color w:val="000000"/>
          <w:spacing w:val="-15"/>
          <w:sz w:val="20"/>
          <w:szCs w:val="20"/>
        </w:rPr>
      </w:pPr>
      <w:r w:rsidRPr="002808C5">
        <w:rPr>
          <w:rFonts w:cstheme="minorHAnsi"/>
          <w:lang w:eastAsia="pl-PL"/>
        </w:rPr>
        <w:t xml:space="preserve">w okresie ostatnich </w:t>
      </w:r>
      <w:r w:rsidR="002808C5">
        <w:rPr>
          <w:rFonts w:cstheme="minorHAnsi"/>
          <w:lang w:eastAsia="pl-PL"/>
        </w:rPr>
        <w:t>3</w:t>
      </w:r>
      <w:r w:rsidRPr="002808C5">
        <w:rPr>
          <w:rFonts w:cstheme="minorHAnsi"/>
          <w:lang w:eastAsia="pl-PL"/>
        </w:rPr>
        <w:t xml:space="preserve"> lat przed upływem terminu składania Ofert </w:t>
      </w:r>
      <w:r w:rsidR="00A677F9" w:rsidRPr="002808C5">
        <w:rPr>
          <w:rFonts w:cstheme="minorHAnsi"/>
          <w:lang w:eastAsia="pl-PL"/>
        </w:rPr>
        <w:t xml:space="preserve">wykonaliśmy następujące </w:t>
      </w:r>
      <w:r w:rsidR="002808C5">
        <w:rPr>
          <w:rFonts w:cstheme="minorHAnsi"/>
          <w:lang w:eastAsia="pl-PL"/>
        </w:rPr>
        <w:t>dokumentacje projektowe</w:t>
      </w:r>
      <w:r w:rsidRPr="002808C5">
        <w:rPr>
          <w:rFonts w:cstheme="minorHAnsi"/>
          <w:lang w:eastAsia="pl-PL"/>
        </w:rPr>
        <w:t>:</w:t>
      </w: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4FF9F0D0" w:rsidR="000D24FD" w:rsidRPr="00DC202A" w:rsidRDefault="00957B81" w:rsidP="00E260FA">
            <w:pPr>
              <w:jc w:val="center"/>
              <w:rPr>
                <w:rFonts w:cstheme="minorHAnsi"/>
              </w:rPr>
            </w:pPr>
            <w:r w:rsidRPr="00944209">
              <w:rPr>
                <w:rFonts w:cstheme="minorHAnsi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4DBC3CA2" w:rsidR="000D24FD" w:rsidRPr="00DC202A" w:rsidRDefault="000D24FD" w:rsidP="00BB7EC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Termin  realizacji </w:t>
            </w:r>
            <w:r w:rsidR="00BB7ECA">
              <w:rPr>
                <w:rFonts w:cstheme="minorHAnsi"/>
              </w:rPr>
              <w:t>robót budowlanych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AA6B07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AA6B07" w:rsidRPr="000D24FD" w14:paraId="47694236" w14:textId="77777777" w:rsidTr="00AA6B07">
        <w:trPr>
          <w:trHeight w:val="843"/>
        </w:trPr>
        <w:tc>
          <w:tcPr>
            <w:tcW w:w="9918" w:type="dxa"/>
            <w:gridSpan w:val="6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0527BEF" w14:textId="4D4EB925" w:rsidR="00AA6B07" w:rsidRPr="000D24FD" w:rsidRDefault="00AA6B07" w:rsidP="00AA6B07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Pr="00AA6B07">
              <w:rPr>
                <w:rFonts w:cstheme="minorHAnsi"/>
              </w:rPr>
              <w:t xml:space="preserve">okumentacje projektowe </w:t>
            </w:r>
            <w:r w:rsidR="00115C1D" w:rsidRPr="00115C1D">
              <w:rPr>
                <w:rFonts w:cstheme="minorHAnsi"/>
              </w:rPr>
              <w:t>w branży elektroenergetycznej w zakresie sieci SN</w:t>
            </w:r>
          </w:p>
        </w:tc>
      </w:tr>
      <w:tr w:rsidR="00D921A7" w:rsidRPr="000D24FD" w14:paraId="15CB07F1" w14:textId="77777777" w:rsidTr="00AA6B07">
        <w:trPr>
          <w:trHeight w:val="843"/>
        </w:trPr>
        <w:tc>
          <w:tcPr>
            <w:tcW w:w="568" w:type="dxa"/>
            <w:vAlign w:val="center"/>
          </w:tcPr>
          <w:p w14:paraId="5A6C67B0" w14:textId="6A1DF45F" w:rsidR="00D921A7" w:rsidRPr="00AA6B07" w:rsidRDefault="00AA6B07" w:rsidP="00AA6B07">
            <w:pPr>
              <w:tabs>
                <w:tab w:val="left" w:pos="71"/>
              </w:tabs>
              <w:autoSpaceDE w:val="0"/>
              <w:autoSpaceDN w:val="0"/>
              <w:spacing w:before="120" w:after="200"/>
              <w:jc w:val="center"/>
              <w:rPr>
                <w:rFonts w:cstheme="minorHAnsi"/>
              </w:rPr>
            </w:pPr>
            <w:r w:rsidRPr="00AA6B07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BD2AAA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2BE86DE1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1B98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5B4D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84F2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55ABAE93" w14:textId="77777777" w:rsidTr="00AA6B07">
        <w:trPr>
          <w:trHeight w:val="843"/>
        </w:trPr>
        <w:tc>
          <w:tcPr>
            <w:tcW w:w="568" w:type="dxa"/>
            <w:vAlign w:val="center"/>
          </w:tcPr>
          <w:p w14:paraId="0AE9F79C" w14:textId="05C455FA" w:rsidR="00D921A7" w:rsidRPr="00AA6B07" w:rsidRDefault="00AA6B07" w:rsidP="00AA6B07">
            <w:pPr>
              <w:tabs>
                <w:tab w:val="left" w:pos="71"/>
              </w:tabs>
              <w:autoSpaceDE w:val="0"/>
              <w:autoSpaceDN w:val="0"/>
              <w:spacing w:before="120" w:after="200"/>
              <w:jc w:val="center"/>
              <w:rPr>
                <w:rFonts w:cstheme="minorHAnsi"/>
              </w:rPr>
            </w:pPr>
            <w:r w:rsidRPr="00AA6B07">
              <w:rPr>
                <w:rFonts w:cstheme="minorHAnsi"/>
              </w:rPr>
              <w:t>2.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CCCD60A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693C2A94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A4DA7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CA0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1CAC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AA6B07" w:rsidRPr="000D24FD" w14:paraId="5258C0FF" w14:textId="77777777" w:rsidTr="00AA6B07">
        <w:trPr>
          <w:trHeight w:val="843"/>
        </w:trPr>
        <w:tc>
          <w:tcPr>
            <w:tcW w:w="568" w:type="dxa"/>
            <w:vAlign w:val="center"/>
          </w:tcPr>
          <w:p w14:paraId="6B860119" w14:textId="13B74D5D" w:rsidR="00AA6B07" w:rsidRPr="00AA6B07" w:rsidRDefault="00AA6B07" w:rsidP="00AA6B07">
            <w:pPr>
              <w:tabs>
                <w:tab w:val="left" w:pos="71"/>
              </w:tabs>
              <w:autoSpaceDE w:val="0"/>
              <w:autoSpaceDN w:val="0"/>
              <w:spacing w:before="120" w:after="200"/>
              <w:jc w:val="center"/>
              <w:rPr>
                <w:rFonts w:cstheme="minorHAnsi"/>
              </w:rPr>
            </w:pPr>
            <w:r w:rsidRPr="00AA6B07">
              <w:rPr>
                <w:rFonts w:cstheme="minorHAnsi"/>
              </w:rPr>
              <w:t>3.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EE51372" w14:textId="77777777" w:rsidR="00AA6B07" w:rsidRPr="000D24FD" w:rsidRDefault="00AA6B0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0527BD88" w14:textId="77777777" w:rsidR="00AA6B07" w:rsidRPr="000D24FD" w:rsidRDefault="00AA6B0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B7F6" w14:textId="77777777" w:rsidR="00AA6B07" w:rsidRPr="000D24FD" w:rsidRDefault="00AA6B0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42FD" w14:textId="77777777" w:rsidR="00AA6B07" w:rsidRPr="000D24FD" w:rsidRDefault="00AA6B0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CFF4" w14:textId="77777777" w:rsidR="00AA6B07" w:rsidRPr="000D24FD" w:rsidRDefault="00AA6B0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AA6B07" w:rsidRPr="000D24FD" w14:paraId="5DB54B67" w14:textId="77777777" w:rsidTr="00AA6B07">
        <w:trPr>
          <w:trHeight w:val="843"/>
        </w:trPr>
        <w:tc>
          <w:tcPr>
            <w:tcW w:w="568" w:type="dxa"/>
            <w:vAlign w:val="center"/>
          </w:tcPr>
          <w:p w14:paraId="31F0CC22" w14:textId="2C30B847" w:rsidR="00AA6B07" w:rsidRPr="00AA6B07" w:rsidRDefault="00AA6B07" w:rsidP="00AA6B07">
            <w:pPr>
              <w:tabs>
                <w:tab w:val="left" w:pos="71"/>
              </w:tabs>
              <w:autoSpaceDE w:val="0"/>
              <w:autoSpaceDN w:val="0"/>
              <w:spacing w:before="120" w:after="200"/>
              <w:jc w:val="center"/>
              <w:rPr>
                <w:rFonts w:cstheme="minorHAnsi"/>
              </w:rPr>
            </w:pPr>
            <w:r w:rsidRPr="00AA6B07">
              <w:rPr>
                <w:rFonts w:cstheme="minorHAnsi"/>
              </w:rPr>
              <w:t>4.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DD3F17D" w14:textId="77777777" w:rsidR="00AA6B07" w:rsidRPr="000D24FD" w:rsidRDefault="00AA6B0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46E45101" w14:textId="77777777" w:rsidR="00AA6B07" w:rsidRPr="000D24FD" w:rsidRDefault="00AA6B0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724C" w14:textId="77777777" w:rsidR="00AA6B07" w:rsidRPr="000D24FD" w:rsidRDefault="00AA6B0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ACC6" w14:textId="77777777" w:rsidR="00AA6B07" w:rsidRPr="000D24FD" w:rsidRDefault="00AA6B0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1EA9" w14:textId="77777777" w:rsidR="00AA6B07" w:rsidRDefault="00AA6B07" w:rsidP="00E260FA">
            <w:pPr>
              <w:spacing w:before="120"/>
              <w:jc w:val="center"/>
              <w:rPr>
                <w:rFonts w:cstheme="minorHAnsi"/>
              </w:rPr>
            </w:pPr>
          </w:p>
          <w:p w14:paraId="266DCF45" w14:textId="0CF6B5D2" w:rsidR="008D5704" w:rsidRPr="000D24FD" w:rsidRDefault="008D5704" w:rsidP="008D5704">
            <w:pPr>
              <w:spacing w:before="120"/>
              <w:rPr>
                <w:rFonts w:cstheme="minorHAnsi"/>
              </w:rPr>
            </w:pPr>
          </w:p>
        </w:tc>
      </w:tr>
      <w:tr w:rsidR="002808C5" w:rsidRPr="000D24FD" w14:paraId="516FB32B" w14:textId="77777777" w:rsidTr="00AA6B07">
        <w:trPr>
          <w:trHeight w:val="843"/>
        </w:trPr>
        <w:tc>
          <w:tcPr>
            <w:tcW w:w="568" w:type="dxa"/>
            <w:vAlign w:val="center"/>
          </w:tcPr>
          <w:p w14:paraId="2D3F67A3" w14:textId="77777777" w:rsidR="002808C5" w:rsidRPr="00AA6B07" w:rsidRDefault="002808C5" w:rsidP="00AA6B07">
            <w:pPr>
              <w:tabs>
                <w:tab w:val="left" w:pos="71"/>
              </w:tabs>
              <w:autoSpaceDE w:val="0"/>
              <w:autoSpaceDN w:val="0"/>
              <w:spacing w:before="120" w:after="20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477A53D" w14:textId="77777777" w:rsidR="002808C5" w:rsidRPr="000D24FD" w:rsidRDefault="002808C5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2D0B0AE0" w14:textId="77777777" w:rsidR="002808C5" w:rsidRPr="000D24FD" w:rsidRDefault="002808C5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F4A4" w14:textId="77777777" w:rsidR="002808C5" w:rsidRPr="000D24FD" w:rsidRDefault="002808C5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F312" w14:textId="77777777" w:rsidR="002808C5" w:rsidRPr="000D24FD" w:rsidRDefault="002808C5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DBEB" w14:textId="77777777" w:rsidR="002808C5" w:rsidRDefault="002808C5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2808C5" w:rsidRPr="000D24FD" w14:paraId="6A06E161" w14:textId="77777777" w:rsidTr="00AA6B07">
        <w:trPr>
          <w:trHeight w:val="843"/>
        </w:trPr>
        <w:tc>
          <w:tcPr>
            <w:tcW w:w="568" w:type="dxa"/>
            <w:vAlign w:val="center"/>
          </w:tcPr>
          <w:p w14:paraId="45394892" w14:textId="77777777" w:rsidR="002808C5" w:rsidRPr="00AA6B07" w:rsidRDefault="002808C5" w:rsidP="00AA6B07">
            <w:pPr>
              <w:tabs>
                <w:tab w:val="left" w:pos="71"/>
              </w:tabs>
              <w:autoSpaceDE w:val="0"/>
              <w:autoSpaceDN w:val="0"/>
              <w:spacing w:before="120" w:after="20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1A1DB9C" w14:textId="77777777" w:rsidR="002808C5" w:rsidRPr="000D24FD" w:rsidRDefault="002808C5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7972CFF4" w14:textId="77777777" w:rsidR="002808C5" w:rsidRPr="000D24FD" w:rsidRDefault="002808C5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AD24" w14:textId="77777777" w:rsidR="002808C5" w:rsidRPr="000D24FD" w:rsidRDefault="002808C5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0E53" w14:textId="77777777" w:rsidR="002808C5" w:rsidRPr="000D24FD" w:rsidRDefault="002808C5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7499" w14:textId="77777777" w:rsidR="002808C5" w:rsidRDefault="002808C5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390743E7" w14:textId="246F61DA" w:rsidR="002808C5" w:rsidRDefault="002808C5" w:rsidP="002808C5">
      <w:pPr>
        <w:spacing w:before="120"/>
        <w:ind w:right="-569"/>
        <w:outlineLvl w:val="0"/>
        <w:rPr>
          <w:rFonts w:cstheme="minorHAnsi"/>
          <w:i/>
        </w:rPr>
      </w:pPr>
    </w:p>
    <w:p w14:paraId="3AC1B215" w14:textId="118F174A" w:rsidR="002808C5" w:rsidRPr="002808C5" w:rsidRDefault="002808C5" w:rsidP="002808C5">
      <w:pPr>
        <w:pStyle w:val="Akapitzlist"/>
        <w:numPr>
          <w:ilvl w:val="0"/>
          <w:numId w:val="31"/>
        </w:numPr>
        <w:jc w:val="both"/>
        <w:rPr>
          <w:rFonts w:ascii="Verdana" w:hAnsi="Verdana" w:cs="Arial"/>
          <w:b/>
          <w:color w:val="000000"/>
          <w:spacing w:val="-15"/>
          <w:sz w:val="20"/>
          <w:szCs w:val="20"/>
        </w:rPr>
      </w:pPr>
      <w:r w:rsidRPr="002808C5">
        <w:rPr>
          <w:rFonts w:cstheme="minorHAnsi"/>
          <w:lang w:eastAsia="pl-PL"/>
        </w:rPr>
        <w:lastRenderedPageBreak/>
        <w:t xml:space="preserve">w okresie ostatnich </w:t>
      </w:r>
      <w:r>
        <w:rPr>
          <w:rFonts w:cstheme="minorHAnsi"/>
          <w:lang w:eastAsia="pl-PL"/>
        </w:rPr>
        <w:t>5</w:t>
      </w:r>
      <w:r w:rsidRPr="002808C5">
        <w:rPr>
          <w:rFonts w:cstheme="minorHAnsi"/>
          <w:lang w:eastAsia="pl-PL"/>
        </w:rPr>
        <w:t xml:space="preserve"> lat przed upływem terminu składania Ofert wykonaliśmy następujące roboty budowlane:</w:t>
      </w: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8D5704" w:rsidRPr="00DC202A" w14:paraId="7C1B08DC" w14:textId="77777777" w:rsidTr="00773133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20ABEFB8" w14:textId="77777777" w:rsidR="008D5704" w:rsidRPr="00DC202A" w:rsidRDefault="008D5704" w:rsidP="00773133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F183052" w14:textId="77777777" w:rsidR="008D5704" w:rsidRPr="00DC202A" w:rsidRDefault="008D5704" w:rsidP="00773133">
            <w:pPr>
              <w:jc w:val="center"/>
              <w:rPr>
                <w:rFonts w:cstheme="minorHAnsi"/>
              </w:rPr>
            </w:pPr>
          </w:p>
          <w:p w14:paraId="5E02A8C2" w14:textId="77777777" w:rsidR="008D5704" w:rsidRPr="00DC202A" w:rsidRDefault="008D5704" w:rsidP="00773133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710F4C4" w14:textId="77777777" w:rsidR="008D5704" w:rsidRPr="00DC202A" w:rsidRDefault="008D5704" w:rsidP="00773133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508AD852" w14:textId="77777777" w:rsidR="008D5704" w:rsidRPr="00DC202A" w:rsidRDefault="008D5704" w:rsidP="00773133">
            <w:pPr>
              <w:jc w:val="center"/>
              <w:rPr>
                <w:rFonts w:cstheme="minorHAnsi"/>
              </w:rPr>
            </w:pPr>
          </w:p>
          <w:p w14:paraId="7999A8D0" w14:textId="77777777" w:rsidR="008D5704" w:rsidRPr="00DC202A" w:rsidRDefault="008D5704" w:rsidP="00773133">
            <w:pPr>
              <w:jc w:val="center"/>
              <w:rPr>
                <w:rFonts w:cstheme="minorHAnsi"/>
              </w:rPr>
            </w:pPr>
            <w:r w:rsidRPr="00944209">
              <w:rPr>
                <w:rFonts w:cstheme="minorHAnsi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16EE2A67" w14:textId="77777777" w:rsidR="008D5704" w:rsidRPr="00DC202A" w:rsidRDefault="008D5704" w:rsidP="00773133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Termin  realizacji </w:t>
            </w:r>
            <w:r>
              <w:rPr>
                <w:rFonts w:cstheme="minorHAnsi"/>
              </w:rPr>
              <w:t>robót budowlanych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9DD6831" w14:textId="77777777" w:rsidR="008D5704" w:rsidRPr="00DC202A" w:rsidRDefault="008D5704" w:rsidP="00773133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DF2F12C" w14:textId="77777777" w:rsidR="008D5704" w:rsidRPr="00DC202A" w:rsidRDefault="008D5704" w:rsidP="00773133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8D5704" w:rsidRPr="000D24FD" w14:paraId="2698E8C7" w14:textId="77777777" w:rsidTr="00773133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342FE4FF" w14:textId="77777777" w:rsidR="008D5704" w:rsidRPr="000D24FD" w:rsidRDefault="008D5704" w:rsidP="00773133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C70D4E4" w14:textId="77777777" w:rsidR="008D5704" w:rsidRPr="000D24FD" w:rsidRDefault="008D5704" w:rsidP="00773133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7FA408E3" w14:textId="77777777" w:rsidR="008D5704" w:rsidRPr="000D24FD" w:rsidRDefault="008D5704" w:rsidP="00773133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  <w:shd w:val="clear" w:color="auto" w:fill="EFF5E0" w:themeFill="accent1" w:themeFillTint="33"/>
            <w:vAlign w:val="center"/>
          </w:tcPr>
          <w:p w14:paraId="52F5F967" w14:textId="77777777" w:rsidR="008D5704" w:rsidRPr="000D24FD" w:rsidRDefault="008D5704" w:rsidP="00773133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416DD7E2" w14:textId="77777777" w:rsidR="008D5704" w:rsidRPr="000D24FD" w:rsidRDefault="008D5704" w:rsidP="00773133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DFFCF6C" w14:textId="77777777" w:rsidR="008D5704" w:rsidRPr="000D24FD" w:rsidRDefault="008D5704" w:rsidP="00773133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49C51F4D" w14:textId="77777777" w:rsidR="008D5704" w:rsidRPr="000D24FD" w:rsidRDefault="008D5704" w:rsidP="00773133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A83D" w14:textId="77777777" w:rsidR="008D5704" w:rsidRPr="000D24FD" w:rsidRDefault="008D5704" w:rsidP="00773133">
            <w:pPr>
              <w:jc w:val="center"/>
              <w:rPr>
                <w:rFonts w:cstheme="minorHAnsi"/>
                <w:i/>
              </w:rPr>
            </w:pPr>
          </w:p>
        </w:tc>
      </w:tr>
      <w:tr w:rsidR="008D5704" w:rsidRPr="000D24FD" w14:paraId="1822F185" w14:textId="77777777" w:rsidTr="00773133">
        <w:trPr>
          <w:trHeight w:val="843"/>
        </w:trPr>
        <w:tc>
          <w:tcPr>
            <w:tcW w:w="9918" w:type="dxa"/>
            <w:gridSpan w:val="6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326F21C" w14:textId="686912D8" w:rsidR="008D5704" w:rsidRPr="000D24FD" w:rsidRDefault="008D5704" w:rsidP="00773133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AA6B07">
              <w:rPr>
                <w:rFonts w:cstheme="minorHAnsi"/>
              </w:rPr>
              <w:t xml:space="preserve">oboty budowlane </w:t>
            </w:r>
            <w:r w:rsidR="00115C1D" w:rsidRPr="00115C1D">
              <w:rPr>
                <w:rFonts w:cstheme="minorHAnsi"/>
              </w:rPr>
              <w:t>w branży elektroenergetycznej w zakresie sieci SN</w:t>
            </w:r>
          </w:p>
        </w:tc>
      </w:tr>
      <w:tr w:rsidR="008D5704" w:rsidRPr="000D24FD" w14:paraId="038CC145" w14:textId="77777777" w:rsidTr="00773133">
        <w:trPr>
          <w:trHeight w:val="843"/>
        </w:trPr>
        <w:tc>
          <w:tcPr>
            <w:tcW w:w="568" w:type="dxa"/>
            <w:vAlign w:val="center"/>
          </w:tcPr>
          <w:p w14:paraId="0F982A86" w14:textId="77777777" w:rsidR="008D5704" w:rsidRPr="00AA6B07" w:rsidRDefault="008D5704" w:rsidP="00773133">
            <w:pPr>
              <w:tabs>
                <w:tab w:val="left" w:pos="71"/>
              </w:tabs>
              <w:autoSpaceDE w:val="0"/>
              <w:autoSpaceDN w:val="0"/>
              <w:spacing w:before="120" w:after="200"/>
              <w:jc w:val="center"/>
              <w:rPr>
                <w:rFonts w:cstheme="minorHAnsi"/>
              </w:rPr>
            </w:pPr>
            <w:r w:rsidRPr="00AA6B07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BA41ACA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41A4957E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E201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63B65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7545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8D5704" w:rsidRPr="000D24FD" w14:paraId="46EED6AC" w14:textId="77777777" w:rsidTr="00773133">
        <w:trPr>
          <w:trHeight w:val="843"/>
        </w:trPr>
        <w:tc>
          <w:tcPr>
            <w:tcW w:w="568" w:type="dxa"/>
            <w:vAlign w:val="center"/>
          </w:tcPr>
          <w:p w14:paraId="49DF2871" w14:textId="77777777" w:rsidR="008D5704" w:rsidRPr="00AA6B07" w:rsidRDefault="008D5704" w:rsidP="00773133">
            <w:pPr>
              <w:tabs>
                <w:tab w:val="left" w:pos="71"/>
              </w:tabs>
              <w:autoSpaceDE w:val="0"/>
              <w:autoSpaceDN w:val="0"/>
              <w:spacing w:before="120" w:after="200"/>
              <w:jc w:val="center"/>
              <w:rPr>
                <w:rFonts w:cstheme="minorHAnsi"/>
              </w:rPr>
            </w:pPr>
            <w:r w:rsidRPr="00AA6B07">
              <w:rPr>
                <w:rFonts w:cstheme="minorHAnsi"/>
              </w:rPr>
              <w:t>2.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11F4F9F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793E2EB2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5BBF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69C9B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C791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8D5704" w:rsidRPr="000D24FD" w14:paraId="2F488A4F" w14:textId="77777777" w:rsidTr="00773133">
        <w:trPr>
          <w:trHeight w:val="843"/>
        </w:trPr>
        <w:tc>
          <w:tcPr>
            <w:tcW w:w="568" w:type="dxa"/>
            <w:vAlign w:val="center"/>
          </w:tcPr>
          <w:p w14:paraId="53AE6BE2" w14:textId="77777777" w:rsidR="008D5704" w:rsidRPr="00AA6B07" w:rsidRDefault="008D5704" w:rsidP="00773133">
            <w:pPr>
              <w:tabs>
                <w:tab w:val="left" w:pos="71"/>
              </w:tabs>
              <w:autoSpaceDE w:val="0"/>
              <w:autoSpaceDN w:val="0"/>
              <w:spacing w:before="120" w:after="200"/>
              <w:jc w:val="center"/>
              <w:rPr>
                <w:rFonts w:cstheme="minorHAnsi"/>
              </w:rPr>
            </w:pPr>
            <w:r w:rsidRPr="00AA6B07">
              <w:rPr>
                <w:rFonts w:cstheme="minorHAnsi"/>
              </w:rPr>
              <w:t>3.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56DB06A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3C15C141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9FEC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AFB40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89E9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8D5704" w:rsidRPr="000D24FD" w14:paraId="3AC3BB2F" w14:textId="77777777" w:rsidTr="00773133">
        <w:trPr>
          <w:trHeight w:val="843"/>
        </w:trPr>
        <w:tc>
          <w:tcPr>
            <w:tcW w:w="568" w:type="dxa"/>
            <w:vAlign w:val="center"/>
          </w:tcPr>
          <w:p w14:paraId="0CEECA4D" w14:textId="77777777" w:rsidR="008D5704" w:rsidRPr="00AA6B07" w:rsidRDefault="008D5704" w:rsidP="00773133">
            <w:pPr>
              <w:tabs>
                <w:tab w:val="left" w:pos="71"/>
              </w:tabs>
              <w:autoSpaceDE w:val="0"/>
              <w:autoSpaceDN w:val="0"/>
              <w:spacing w:before="120" w:after="200"/>
              <w:jc w:val="center"/>
              <w:rPr>
                <w:rFonts w:cstheme="minorHAnsi"/>
              </w:rPr>
            </w:pPr>
            <w:r w:rsidRPr="00AA6B07">
              <w:rPr>
                <w:rFonts w:cstheme="minorHAnsi"/>
              </w:rPr>
              <w:t>4.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FD39808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337C3D41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B1FE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2CC5" w14:textId="77777777" w:rsidR="008D5704" w:rsidRPr="000D24FD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770E" w14:textId="77777777" w:rsidR="008D5704" w:rsidRDefault="008D5704" w:rsidP="00773133">
            <w:pPr>
              <w:spacing w:before="120"/>
              <w:jc w:val="center"/>
              <w:rPr>
                <w:rFonts w:cstheme="minorHAnsi"/>
              </w:rPr>
            </w:pPr>
          </w:p>
          <w:p w14:paraId="70FD26BB" w14:textId="77777777" w:rsidR="008D5704" w:rsidRPr="000D24FD" w:rsidRDefault="008D5704" w:rsidP="00773133">
            <w:pPr>
              <w:spacing w:before="120"/>
              <w:rPr>
                <w:rFonts w:cstheme="minorHAnsi"/>
              </w:rPr>
            </w:pPr>
          </w:p>
        </w:tc>
      </w:tr>
      <w:tr w:rsidR="002808C5" w:rsidRPr="000D24FD" w14:paraId="336DF27D" w14:textId="77777777" w:rsidTr="00773133">
        <w:trPr>
          <w:trHeight w:val="843"/>
        </w:trPr>
        <w:tc>
          <w:tcPr>
            <w:tcW w:w="568" w:type="dxa"/>
            <w:vAlign w:val="center"/>
          </w:tcPr>
          <w:p w14:paraId="4D7135B1" w14:textId="7F96EA27" w:rsidR="002808C5" w:rsidRPr="00AA6B07" w:rsidRDefault="002808C5" w:rsidP="00773133">
            <w:pPr>
              <w:tabs>
                <w:tab w:val="left" w:pos="71"/>
              </w:tabs>
              <w:autoSpaceDE w:val="0"/>
              <w:autoSpaceDN w:val="0"/>
              <w:spacing w:before="120" w:after="20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B25B90C" w14:textId="77777777" w:rsidR="002808C5" w:rsidRPr="000D24FD" w:rsidRDefault="002808C5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4138AA7F" w14:textId="77777777" w:rsidR="002808C5" w:rsidRPr="000D24FD" w:rsidRDefault="002808C5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9943" w14:textId="77777777" w:rsidR="002808C5" w:rsidRPr="000D24FD" w:rsidRDefault="002808C5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71FD" w14:textId="77777777" w:rsidR="002808C5" w:rsidRPr="000D24FD" w:rsidRDefault="002808C5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B7CD" w14:textId="77777777" w:rsidR="002808C5" w:rsidRDefault="002808C5" w:rsidP="00773133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2808C5" w:rsidRPr="000D24FD" w14:paraId="76706C41" w14:textId="77777777" w:rsidTr="00773133">
        <w:trPr>
          <w:trHeight w:val="843"/>
        </w:trPr>
        <w:tc>
          <w:tcPr>
            <w:tcW w:w="568" w:type="dxa"/>
            <w:vAlign w:val="center"/>
          </w:tcPr>
          <w:p w14:paraId="1BFC7609" w14:textId="3D4BA714" w:rsidR="002808C5" w:rsidRPr="00AA6B07" w:rsidRDefault="002808C5" w:rsidP="00773133">
            <w:pPr>
              <w:tabs>
                <w:tab w:val="left" w:pos="71"/>
              </w:tabs>
              <w:autoSpaceDE w:val="0"/>
              <w:autoSpaceDN w:val="0"/>
              <w:spacing w:before="120" w:after="20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F48FBD4" w14:textId="77777777" w:rsidR="002808C5" w:rsidRPr="000D24FD" w:rsidRDefault="002808C5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6DF1D592" w14:textId="77777777" w:rsidR="002808C5" w:rsidRPr="000D24FD" w:rsidRDefault="002808C5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2EE8" w14:textId="77777777" w:rsidR="002808C5" w:rsidRPr="000D24FD" w:rsidRDefault="002808C5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77A2" w14:textId="77777777" w:rsidR="002808C5" w:rsidRPr="000D24FD" w:rsidRDefault="002808C5" w:rsidP="00773133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7DB6" w14:textId="77777777" w:rsidR="002808C5" w:rsidRDefault="002808C5" w:rsidP="00773133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6CFB5A59" w14:textId="0B56392A" w:rsidR="008D5704" w:rsidRDefault="002808C5" w:rsidP="002808C5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43F79383" w14:textId="77777777" w:rsidR="008D5704" w:rsidRPr="000D24FD" w:rsidRDefault="008D5704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4A5AF7F6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D921A7">
        <w:rPr>
          <w:rFonts w:cstheme="minorHAnsi"/>
        </w:rPr>
        <w:t>roboty budowlane</w:t>
      </w:r>
      <w:r w:rsidRPr="000D24FD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47675C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AFD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67C20A3" w:rsidR="00347E8D" w:rsidRPr="006B2C28" w:rsidRDefault="00357FEE" w:rsidP="00AA6B0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/GZ/</w:t>
          </w:r>
          <w:r w:rsidR="008E42F5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115C1D">
            <w:rPr>
              <w:rFonts w:asciiTheme="majorHAnsi" w:hAnsiTheme="majorHAnsi"/>
              <w:color w:val="000000" w:themeColor="text1"/>
              <w:sz w:val="14"/>
              <w:szCs w:val="18"/>
            </w:rPr>
            <w:t>4454</w:t>
          </w:r>
          <w:r w:rsidR="00A677F9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C4222"/>
    <w:multiLevelType w:val="hybridMultilevel"/>
    <w:tmpl w:val="85CC7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5519211">
    <w:abstractNumId w:val="18"/>
  </w:num>
  <w:num w:numId="2" w16cid:durableId="860823615">
    <w:abstractNumId w:val="8"/>
  </w:num>
  <w:num w:numId="3" w16cid:durableId="47727562">
    <w:abstractNumId w:val="13"/>
  </w:num>
  <w:num w:numId="4" w16cid:durableId="1046611042">
    <w:abstractNumId w:val="20"/>
  </w:num>
  <w:num w:numId="5" w16cid:durableId="291135901">
    <w:abstractNumId w:val="18"/>
  </w:num>
  <w:num w:numId="6" w16cid:durableId="2048410580">
    <w:abstractNumId w:val="18"/>
  </w:num>
  <w:num w:numId="7" w16cid:durableId="556626592">
    <w:abstractNumId w:val="4"/>
  </w:num>
  <w:num w:numId="8" w16cid:durableId="1628196561">
    <w:abstractNumId w:val="27"/>
  </w:num>
  <w:num w:numId="9" w16cid:durableId="219903856">
    <w:abstractNumId w:val="17"/>
  </w:num>
  <w:num w:numId="10" w16cid:durableId="999774134">
    <w:abstractNumId w:val="5"/>
  </w:num>
  <w:num w:numId="11" w16cid:durableId="195235093">
    <w:abstractNumId w:val="14"/>
  </w:num>
  <w:num w:numId="12" w16cid:durableId="2107577897">
    <w:abstractNumId w:val="12"/>
  </w:num>
  <w:num w:numId="13" w16cid:durableId="1706365406">
    <w:abstractNumId w:val="26"/>
  </w:num>
  <w:num w:numId="14" w16cid:durableId="1684237692">
    <w:abstractNumId w:val="22"/>
  </w:num>
  <w:num w:numId="15" w16cid:durableId="646938603">
    <w:abstractNumId w:val="16"/>
  </w:num>
  <w:num w:numId="16" w16cid:durableId="2071347955">
    <w:abstractNumId w:val="10"/>
  </w:num>
  <w:num w:numId="17" w16cid:durableId="647247162">
    <w:abstractNumId w:val="6"/>
  </w:num>
  <w:num w:numId="18" w16cid:durableId="6612798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81037695">
    <w:abstractNumId w:val="1"/>
  </w:num>
  <w:num w:numId="20" w16cid:durableId="194542518">
    <w:abstractNumId w:val="28"/>
  </w:num>
  <w:num w:numId="21" w16cid:durableId="1465268949">
    <w:abstractNumId w:val="2"/>
  </w:num>
  <w:num w:numId="22" w16cid:durableId="884098684">
    <w:abstractNumId w:val="15"/>
  </w:num>
  <w:num w:numId="23" w16cid:durableId="1399089023">
    <w:abstractNumId w:val="11"/>
  </w:num>
  <w:num w:numId="24" w16cid:durableId="1566641250">
    <w:abstractNumId w:val="21"/>
  </w:num>
  <w:num w:numId="25" w16cid:durableId="1956866238">
    <w:abstractNumId w:val="25"/>
  </w:num>
  <w:num w:numId="26" w16cid:durableId="1181699961">
    <w:abstractNumId w:val="3"/>
  </w:num>
  <w:num w:numId="27" w16cid:durableId="1235697448">
    <w:abstractNumId w:val="24"/>
  </w:num>
  <w:num w:numId="28" w16cid:durableId="291206637">
    <w:abstractNumId w:val="23"/>
  </w:num>
  <w:num w:numId="29" w16cid:durableId="20281735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87098832">
    <w:abstractNumId w:val="19"/>
  </w:num>
  <w:num w:numId="31" w16cid:durableId="154555510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15C1D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6A37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E86"/>
    <w:rsid w:val="00270752"/>
    <w:rsid w:val="002743D5"/>
    <w:rsid w:val="002768AC"/>
    <w:rsid w:val="002808C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1991"/>
    <w:rsid w:val="00357FEE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3DAD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4D8E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2AFD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5704"/>
    <w:rsid w:val="008D6A33"/>
    <w:rsid w:val="008D6FD3"/>
    <w:rsid w:val="008E2EA9"/>
    <w:rsid w:val="008E41A4"/>
    <w:rsid w:val="008E42F5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A6B0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6C75"/>
    <w:rsid w:val="00CB2D26"/>
    <w:rsid w:val="00CB3A6F"/>
    <w:rsid w:val="00CD2022"/>
    <w:rsid w:val="00CE2F55"/>
    <w:rsid w:val="00CE789B"/>
    <w:rsid w:val="00D03C12"/>
    <w:rsid w:val="00D10930"/>
    <w:rsid w:val="00D1247E"/>
    <w:rsid w:val="00D21BCE"/>
    <w:rsid w:val="00D516C1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7F99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4454 - Załącznik nr 7 do SWZ - Wykaz wykonanych zamówień.docx</dmsv2BaseFileName>
    <dmsv2BaseDisplayName xmlns="http://schemas.microsoft.com/sharepoint/v3">4454 - Załącznik nr 7 do SWZ - Wykaz wykonanych zamówień</dmsv2BaseDisplayName>
    <dmsv2SWPP2ObjectNumber xmlns="http://schemas.microsoft.com/sharepoint/v3">POST/DYS/OB/GZ/04454/2025                         </dmsv2SWPP2ObjectNumber>
    <dmsv2SWPP2SumMD5 xmlns="http://schemas.microsoft.com/sharepoint/v3">ebba5b97fc0d979cb45ea4347e6ebaee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701400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23970000</dmsv2BaseClientSystemDocumentID>
    <dmsv2BaseModifiedByID xmlns="http://schemas.microsoft.com/sharepoint/v3">11527177</dmsv2BaseModifiedByID>
    <dmsv2BaseCreatedByID xmlns="http://schemas.microsoft.com/sharepoint/v3">11527177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JEUP5JKVCYQC-91331814-15717</_dlc_DocId>
    <_dlc_DocIdUrl xmlns="a19cb1c7-c5c7-46d4-85ae-d83685407bba">
      <Url>https://swpp2.dms.gkpge.pl/sites/41/_layouts/15/DocIdRedir.aspx?ID=JEUP5JKVCYQC-91331814-15717</Url>
      <Description>JEUP5JKVCYQC-91331814-15717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4846939-D82A-42C4-8541-241B0E14789E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A9956D-A7E3-4006-A29B-9AC27E3AEF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ab6a7fc3-c441-41c3-bbfc-a960266391eb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D7F7578-A3F3-4804-8009-9F9800B9B19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23</TotalTime>
  <Pages>2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Węclewicz Michał [PGE Dystr. O.Białystok]</cp:lastModifiedBy>
  <cp:revision>6</cp:revision>
  <cp:lastPrinted>2024-07-15T11:21:00Z</cp:lastPrinted>
  <dcterms:created xsi:type="dcterms:W3CDTF">2025-10-17T08:04:00Z</dcterms:created>
  <dcterms:modified xsi:type="dcterms:W3CDTF">2025-12-11T06:11:00Z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72995abd-a89f-44fd-8dcf-b9e091635c18</vt:lpwstr>
  </property>
</Properties>
</file>